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4B13CFFF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</w:t>
      </w:r>
      <w:r w:rsidR="00EC6A29">
        <w:rPr>
          <w:rFonts w:eastAsia="Times New Roman" w:cs="Times New Roman"/>
          <w:lang w:eastAsia="cs-CZ"/>
        </w:rPr>
        <w:t xml:space="preserve"> </w:t>
      </w:r>
      <w:r w:rsidR="00F36A9E">
        <w:rPr>
          <w:rFonts w:eastAsia="Times New Roman" w:cs="Times New Roman"/>
          <w:lang w:eastAsia="cs-CZ"/>
        </w:rPr>
        <w:t>40156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5D523E">
        <w:rPr>
          <w:rFonts w:eastAsia="Times New Roman" w:cs="Times New Roman"/>
          <w:lang w:eastAsia="cs-CZ"/>
        </w:rPr>
        <w:t>5</w:t>
      </w:r>
      <w:r w:rsidR="00BD2D85">
        <w:rPr>
          <w:rFonts w:eastAsia="Times New Roman" w:cs="Times New Roman"/>
          <w:lang w:eastAsia="cs-CZ"/>
        </w:rPr>
        <w:t>-SŽ-GŘ-O</w:t>
      </w:r>
      <w:r w:rsidR="00736A25">
        <w:rPr>
          <w:rFonts w:eastAsia="Times New Roman" w:cs="Times New Roman"/>
          <w:lang w:eastAsia="cs-CZ"/>
        </w:rPr>
        <w:t>25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2EBA459F" w:rsidR="00A035EA" w:rsidRPr="009E5246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C" w14:textId="3B0DABF2" w:rsidR="00A035EA" w:rsidRPr="009E5246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D" w14:textId="168A2BD2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E" w14:textId="4DBFE703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68431060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 w:rsidRPr="008F6DD8">
        <w:rPr>
          <w:b/>
          <w:bCs/>
          <w:noProof/>
        </w:rPr>
        <w:t>Dynamický nákupní systém na dodávky</w:t>
      </w:r>
      <w:r w:rsidR="00BB35FF" w:rsidRPr="008F6DD8">
        <w:rPr>
          <w:b/>
          <w:bCs/>
          <w:noProof/>
        </w:rPr>
        <w:t xml:space="preserve"> komodit IT pro resort MD ČR – </w:t>
      </w:r>
      <w:r w:rsidR="00CA545C">
        <w:rPr>
          <w:b/>
          <w:bCs/>
          <w:noProof/>
        </w:rPr>
        <w:t>51</w:t>
      </w:r>
      <w:r w:rsidR="00167955" w:rsidRPr="008F6DD8">
        <w:rPr>
          <w:b/>
          <w:bCs/>
          <w:noProof/>
        </w:rPr>
        <w:t>. kolo</w:t>
      </w:r>
      <w:r w:rsidR="00167955">
        <w:rPr>
          <w:noProof/>
        </w:rPr>
        <w:t xml:space="preserve">“, č.j. </w:t>
      </w:r>
      <w:r w:rsidR="00F36A9E">
        <w:rPr>
          <w:noProof/>
        </w:rPr>
        <w:t>40156</w:t>
      </w:r>
      <w:r w:rsidR="00BD2D85">
        <w:rPr>
          <w:noProof/>
        </w:rPr>
        <w:t>/202</w:t>
      </w:r>
      <w:r w:rsidR="005D523E">
        <w:rPr>
          <w:noProof/>
        </w:rPr>
        <w:t>5</w:t>
      </w:r>
      <w:r w:rsidR="00BD2D85">
        <w:rPr>
          <w:noProof/>
        </w:rPr>
        <w:t>-SŽ-GŘ-O</w:t>
      </w:r>
      <w:r w:rsidR="00736A25">
        <w:rPr>
          <w:noProof/>
        </w:rPr>
        <w:t>25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C436DDF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D2" w14:textId="77777777" w:rsidR="009F392E" w:rsidRDefault="009F392E" w:rsidP="00AE26B3">
      <w:pPr>
        <w:spacing w:line="240" w:lineRule="auto"/>
      </w:pP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D12ED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306DD" w14:textId="77777777" w:rsidR="00995892" w:rsidRDefault="00995892" w:rsidP="00962258">
      <w:pPr>
        <w:spacing w:after="0" w:line="240" w:lineRule="auto"/>
      </w:pPr>
      <w:r>
        <w:separator/>
      </w:r>
    </w:p>
  </w:endnote>
  <w:endnote w:type="continuationSeparator" w:id="0">
    <w:p w14:paraId="6CF4F425" w14:textId="77777777" w:rsidR="00995892" w:rsidRDefault="009958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0B82DA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973966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A70C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8B50C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B7642" w14:textId="77777777" w:rsidR="00995892" w:rsidRDefault="00995892" w:rsidP="00962258">
      <w:pPr>
        <w:spacing w:after="0" w:line="240" w:lineRule="auto"/>
      </w:pPr>
      <w:r>
        <w:separator/>
      </w:r>
    </w:p>
  </w:footnote>
  <w:footnote w:type="continuationSeparator" w:id="0">
    <w:p w14:paraId="7E458640" w14:textId="77777777" w:rsidR="00995892" w:rsidRDefault="009958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098795977">
    <w:abstractNumId w:val="2"/>
  </w:num>
  <w:num w:numId="2" w16cid:durableId="1020165478">
    <w:abstractNumId w:val="1"/>
  </w:num>
  <w:num w:numId="3" w16cid:durableId="11549512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2238715">
    <w:abstractNumId w:val="7"/>
  </w:num>
  <w:num w:numId="5" w16cid:durableId="1489983584">
    <w:abstractNumId w:val="3"/>
  </w:num>
  <w:num w:numId="6" w16cid:durableId="1939407123">
    <w:abstractNumId w:val="4"/>
  </w:num>
  <w:num w:numId="7" w16cid:durableId="1536693470">
    <w:abstractNumId w:val="0"/>
  </w:num>
  <w:num w:numId="8" w16cid:durableId="1553346055">
    <w:abstractNumId w:val="5"/>
  </w:num>
  <w:num w:numId="9" w16cid:durableId="18674804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88272612">
    <w:abstractNumId w:val="4"/>
  </w:num>
  <w:num w:numId="11" w16cid:durableId="1956907947">
    <w:abstractNumId w:val="1"/>
  </w:num>
  <w:num w:numId="12" w16cid:durableId="36242136">
    <w:abstractNumId w:val="4"/>
  </w:num>
  <w:num w:numId="13" w16cid:durableId="567154763">
    <w:abstractNumId w:val="4"/>
  </w:num>
  <w:num w:numId="14" w16cid:durableId="2008314794">
    <w:abstractNumId w:val="4"/>
  </w:num>
  <w:num w:numId="15" w16cid:durableId="904221045">
    <w:abstractNumId w:val="4"/>
  </w:num>
  <w:num w:numId="16" w16cid:durableId="58481247">
    <w:abstractNumId w:val="8"/>
  </w:num>
  <w:num w:numId="17" w16cid:durableId="1858738334">
    <w:abstractNumId w:val="2"/>
  </w:num>
  <w:num w:numId="18" w16cid:durableId="280192914">
    <w:abstractNumId w:val="8"/>
  </w:num>
  <w:num w:numId="19" w16cid:durableId="1983385178">
    <w:abstractNumId w:val="8"/>
  </w:num>
  <w:num w:numId="20" w16cid:durableId="1267884667">
    <w:abstractNumId w:val="8"/>
  </w:num>
  <w:num w:numId="21" w16cid:durableId="559171032">
    <w:abstractNumId w:val="8"/>
  </w:num>
  <w:num w:numId="22" w16cid:durableId="1047220790">
    <w:abstractNumId w:val="4"/>
  </w:num>
  <w:num w:numId="23" w16cid:durableId="2007826563">
    <w:abstractNumId w:val="1"/>
  </w:num>
  <w:num w:numId="24" w16cid:durableId="1398936030">
    <w:abstractNumId w:val="4"/>
  </w:num>
  <w:num w:numId="25" w16cid:durableId="1749307961">
    <w:abstractNumId w:val="4"/>
  </w:num>
  <w:num w:numId="26" w16cid:durableId="1988050008">
    <w:abstractNumId w:val="4"/>
  </w:num>
  <w:num w:numId="27" w16cid:durableId="1645741556">
    <w:abstractNumId w:val="4"/>
  </w:num>
  <w:num w:numId="28" w16cid:durableId="1766533263">
    <w:abstractNumId w:val="8"/>
  </w:num>
  <w:num w:numId="29" w16cid:durableId="1659730131">
    <w:abstractNumId w:val="2"/>
  </w:num>
  <w:num w:numId="30" w16cid:durableId="2082942909">
    <w:abstractNumId w:val="8"/>
  </w:num>
  <w:num w:numId="31" w16cid:durableId="1287008115">
    <w:abstractNumId w:val="8"/>
  </w:num>
  <w:num w:numId="32" w16cid:durableId="194193379">
    <w:abstractNumId w:val="8"/>
  </w:num>
  <w:num w:numId="33" w16cid:durableId="34721917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2D3A"/>
    <w:rsid w:val="000A46BB"/>
    <w:rsid w:val="000C4FAB"/>
    <w:rsid w:val="000E23A7"/>
    <w:rsid w:val="0010693F"/>
    <w:rsid w:val="00114472"/>
    <w:rsid w:val="00126F83"/>
    <w:rsid w:val="00132A4D"/>
    <w:rsid w:val="001335B1"/>
    <w:rsid w:val="00144708"/>
    <w:rsid w:val="001550BC"/>
    <w:rsid w:val="001605B9"/>
    <w:rsid w:val="0016258F"/>
    <w:rsid w:val="00167955"/>
    <w:rsid w:val="001708F9"/>
    <w:rsid w:val="00170EC5"/>
    <w:rsid w:val="001747C1"/>
    <w:rsid w:val="00184743"/>
    <w:rsid w:val="00207DF5"/>
    <w:rsid w:val="00210C07"/>
    <w:rsid w:val="0022355D"/>
    <w:rsid w:val="00233277"/>
    <w:rsid w:val="002536A8"/>
    <w:rsid w:val="0025612E"/>
    <w:rsid w:val="00280E07"/>
    <w:rsid w:val="002859F2"/>
    <w:rsid w:val="002B6BE1"/>
    <w:rsid w:val="002C31BF"/>
    <w:rsid w:val="002D08B1"/>
    <w:rsid w:val="002E0CD7"/>
    <w:rsid w:val="002E26E4"/>
    <w:rsid w:val="002F249E"/>
    <w:rsid w:val="0030231F"/>
    <w:rsid w:val="00302DE2"/>
    <w:rsid w:val="003031CB"/>
    <w:rsid w:val="00337F8F"/>
    <w:rsid w:val="00341DCF"/>
    <w:rsid w:val="00353FBE"/>
    <w:rsid w:val="003561A2"/>
    <w:rsid w:val="00357BC6"/>
    <w:rsid w:val="00360168"/>
    <w:rsid w:val="00360234"/>
    <w:rsid w:val="00377FC1"/>
    <w:rsid w:val="003813B7"/>
    <w:rsid w:val="00383A35"/>
    <w:rsid w:val="003906EC"/>
    <w:rsid w:val="003956C6"/>
    <w:rsid w:val="003975CC"/>
    <w:rsid w:val="003A3D8D"/>
    <w:rsid w:val="003B0A6C"/>
    <w:rsid w:val="003C1442"/>
    <w:rsid w:val="003C5C92"/>
    <w:rsid w:val="003E4F5B"/>
    <w:rsid w:val="003E58EA"/>
    <w:rsid w:val="003F38FD"/>
    <w:rsid w:val="00414771"/>
    <w:rsid w:val="004254C1"/>
    <w:rsid w:val="00441430"/>
    <w:rsid w:val="00450F07"/>
    <w:rsid w:val="00453CD3"/>
    <w:rsid w:val="00455404"/>
    <w:rsid w:val="00460660"/>
    <w:rsid w:val="00466F7A"/>
    <w:rsid w:val="00486107"/>
    <w:rsid w:val="00491827"/>
    <w:rsid w:val="00494E2A"/>
    <w:rsid w:val="004A174E"/>
    <w:rsid w:val="004B24BF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B72D1"/>
    <w:rsid w:val="005C667B"/>
    <w:rsid w:val="005D523E"/>
    <w:rsid w:val="005F1404"/>
    <w:rsid w:val="00603326"/>
    <w:rsid w:val="0061068E"/>
    <w:rsid w:val="006423E7"/>
    <w:rsid w:val="00660AD3"/>
    <w:rsid w:val="006642C5"/>
    <w:rsid w:val="00677B7F"/>
    <w:rsid w:val="006A5570"/>
    <w:rsid w:val="006A689C"/>
    <w:rsid w:val="006B33F8"/>
    <w:rsid w:val="006B3D79"/>
    <w:rsid w:val="006D216D"/>
    <w:rsid w:val="006D339A"/>
    <w:rsid w:val="006D392E"/>
    <w:rsid w:val="006D7AFE"/>
    <w:rsid w:val="006E0578"/>
    <w:rsid w:val="006E1EE6"/>
    <w:rsid w:val="006E314D"/>
    <w:rsid w:val="006E52BF"/>
    <w:rsid w:val="00710723"/>
    <w:rsid w:val="00720B02"/>
    <w:rsid w:val="00723ED1"/>
    <w:rsid w:val="007245AA"/>
    <w:rsid w:val="00736A25"/>
    <w:rsid w:val="00743525"/>
    <w:rsid w:val="0076286B"/>
    <w:rsid w:val="00766846"/>
    <w:rsid w:val="0077673A"/>
    <w:rsid w:val="007846E1"/>
    <w:rsid w:val="007900B8"/>
    <w:rsid w:val="00797C03"/>
    <w:rsid w:val="007B570C"/>
    <w:rsid w:val="007C589B"/>
    <w:rsid w:val="007E4A6E"/>
    <w:rsid w:val="007E73B5"/>
    <w:rsid w:val="007F56A7"/>
    <w:rsid w:val="00807DD0"/>
    <w:rsid w:val="00807E32"/>
    <w:rsid w:val="008173B3"/>
    <w:rsid w:val="00825598"/>
    <w:rsid w:val="00827B75"/>
    <w:rsid w:val="008659F3"/>
    <w:rsid w:val="00877B4F"/>
    <w:rsid w:val="008814C2"/>
    <w:rsid w:val="00886D4B"/>
    <w:rsid w:val="00895406"/>
    <w:rsid w:val="008A3568"/>
    <w:rsid w:val="008D03B9"/>
    <w:rsid w:val="008F18D6"/>
    <w:rsid w:val="008F1F60"/>
    <w:rsid w:val="008F6DD8"/>
    <w:rsid w:val="00904780"/>
    <w:rsid w:val="00922385"/>
    <w:rsid w:val="009223DF"/>
    <w:rsid w:val="00923DE9"/>
    <w:rsid w:val="00925402"/>
    <w:rsid w:val="00925796"/>
    <w:rsid w:val="00936091"/>
    <w:rsid w:val="00940D8A"/>
    <w:rsid w:val="00962258"/>
    <w:rsid w:val="00966A7B"/>
    <w:rsid w:val="009678B7"/>
    <w:rsid w:val="00970A6B"/>
    <w:rsid w:val="009833E1"/>
    <w:rsid w:val="00992AAD"/>
    <w:rsid w:val="00992D9C"/>
    <w:rsid w:val="00995892"/>
    <w:rsid w:val="00996202"/>
    <w:rsid w:val="00996CB8"/>
    <w:rsid w:val="009A3C2E"/>
    <w:rsid w:val="009B14A9"/>
    <w:rsid w:val="009B2E97"/>
    <w:rsid w:val="009D3F00"/>
    <w:rsid w:val="009D4278"/>
    <w:rsid w:val="009E07F4"/>
    <w:rsid w:val="009E36E1"/>
    <w:rsid w:val="009E5246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76D42"/>
    <w:rsid w:val="00A91BB2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75EE1"/>
    <w:rsid w:val="00B77481"/>
    <w:rsid w:val="00B8518B"/>
    <w:rsid w:val="00B859E8"/>
    <w:rsid w:val="00B85CF3"/>
    <w:rsid w:val="00BA1343"/>
    <w:rsid w:val="00BA2363"/>
    <w:rsid w:val="00BB35FF"/>
    <w:rsid w:val="00BC363C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A545C"/>
    <w:rsid w:val="00CA580C"/>
    <w:rsid w:val="00CD1FC4"/>
    <w:rsid w:val="00CD5F7C"/>
    <w:rsid w:val="00D12ED9"/>
    <w:rsid w:val="00D21061"/>
    <w:rsid w:val="00D26120"/>
    <w:rsid w:val="00D366C9"/>
    <w:rsid w:val="00D4108E"/>
    <w:rsid w:val="00D4502D"/>
    <w:rsid w:val="00D6163D"/>
    <w:rsid w:val="00D7103A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46776"/>
    <w:rsid w:val="00E55532"/>
    <w:rsid w:val="00EB104F"/>
    <w:rsid w:val="00EC6A29"/>
    <w:rsid w:val="00ED14BD"/>
    <w:rsid w:val="00F0533E"/>
    <w:rsid w:val="00F1048D"/>
    <w:rsid w:val="00F12DEC"/>
    <w:rsid w:val="00F1715C"/>
    <w:rsid w:val="00F310F8"/>
    <w:rsid w:val="00F31126"/>
    <w:rsid w:val="00F35939"/>
    <w:rsid w:val="00F36A9E"/>
    <w:rsid w:val="00F45607"/>
    <w:rsid w:val="00F46BA6"/>
    <w:rsid w:val="00F47E55"/>
    <w:rsid w:val="00F5558F"/>
    <w:rsid w:val="00F61CF0"/>
    <w:rsid w:val="00F659EB"/>
    <w:rsid w:val="00F66C77"/>
    <w:rsid w:val="00F82B94"/>
    <w:rsid w:val="00F84E4B"/>
    <w:rsid w:val="00F86BA6"/>
    <w:rsid w:val="00FA335B"/>
    <w:rsid w:val="00FC1CDF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9E52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F5B7D3F-0E4F-4C49-823E-0FAF5362A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17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102</cp:revision>
  <cp:lastPrinted>2025-06-11T11:26:00Z</cp:lastPrinted>
  <dcterms:created xsi:type="dcterms:W3CDTF">2020-06-11T06:14:00Z</dcterms:created>
  <dcterms:modified xsi:type="dcterms:W3CDTF">2025-06-11T11:26:00Z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